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2D02A2">
        <w:trPr>
          <w:trHeight w:val="2112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6F777A3C" w:rsidR="00C55B29" w:rsidRPr="00BF0512" w:rsidRDefault="00611673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="00F43DAF"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</w:t>
            </w:r>
            <w:proofErr w:type="gramStart"/>
            <w:r>
              <w:rPr>
                <w:rFonts w:ascii="Century Gothic" w:hAnsi="Century Gothic" w:cs="Tahoma"/>
              </w:rPr>
              <w:t xml:space="preserve">.  </w:t>
            </w:r>
            <w:r w:rsidR="006B29CA">
              <w:rPr>
                <w:rFonts w:ascii="Century Gothic" w:hAnsi="Century Gothic" w:cs="Tahoma"/>
              </w:rPr>
              <w:t>There</w:t>
            </w:r>
            <w:proofErr w:type="gramEnd"/>
            <w:r w:rsidR="006B29CA">
              <w:rPr>
                <w:rFonts w:ascii="Century Gothic" w:hAnsi="Century Gothic" w:cs="Tahoma"/>
              </w:rPr>
              <w:t xml:space="preserve"> are </w:t>
            </w:r>
            <w:r w:rsidR="00CB5587">
              <w:rPr>
                <w:rFonts w:ascii="Century Gothic" w:hAnsi="Century Gothic" w:cs="Tahoma"/>
              </w:rPr>
              <w:t>8 more yellow counters than red counters.  How many red counters are there</w:t>
            </w:r>
            <w:r w:rsidR="006B29CA">
              <w:rPr>
                <w:rFonts w:ascii="Century Gothic" w:hAnsi="Century Gothic" w:cs="Tahoma"/>
              </w:rPr>
              <w:t>?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1B5E5D74" w14:textId="381CD147" w:rsidR="00C6765F" w:rsidRPr="00450EB5" w:rsidRDefault="00450EB5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450EB5">
              <w:rPr>
                <w:rFonts w:ascii="Century Gothic" w:hAnsi="Century Gothic" w:cs="Tahoma"/>
              </w:rPr>
              <w:t>A sponge has mass 150g and a volume of 675cm</w:t>
            </w:r>
            <w:r w:rsidRPr="00450EB5">
              <w:rPr>
                <w:rFonts w:ascii="Century Gothic" w:hAnsi="Century Gothic" w:cs="Tahoma"/>
                <w:vertAlign w:val="superscript"/>
              </w:rPr>
              <w:t>3</w:t>
            </w:r>
            <w:r w:rsidRPr="00450EB5">
              <w:rPr>
                <w:rFonts w:ascii="Century Gothic" w:hAnsi="Century Gothic" w:cs="Tahoma"/>
              </w:rPr>
              <w:t>.  What is its density?</w:t>
            </w:r>
          </w:p>
        </w:tc>
      </w:tr>
      <w:tr w:rsidR="00C6765F" w:rsidRPr="00C240D5" w14:paraId="02717925" w14:textId="77777777" w:rsidTr="00611673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7C0B20B0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76E62C5E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806F19A" id="Straight Connector 13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74DA546F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F15707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DC7338">
              <w:rPr>
                <w:rFonts w:ascii="Century Gothic" w:hAnsi="Century Gothic"/>
              </w:rPr>
              <w:t xml:space="preserve">circumference of </w:t>
            </w:r>
            <w:r w:rsidR="00B2447F">
              <w:rPr>
                <w:rFonts w:ascii="Century Gothic" w:hAnsi="Century Gothic"/>
              </w:rPr>
              <w:t>22cm</w:t>
            </w:r>
            <w:r w:rsidR="002C5377">
              <w:rPr>
                <w:rFonts w:ascii="Century Gothic" w:hAnsi="Century Gothic"/>
              </w:rPr>
              <w:t>.</w:t>
            </w:r>
          </w:p>
          <w:p w14:paraId="5155B1A5" w14:textId="6F79734F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Work out its </w:t>
            </w:r>
            <w:r w:rsidR="00B2447F">
              <w:rPr>
                <w:rFonts w:ascii="Century Gothic" w:hAnsi="Century Gothic"/>
              </w:rPr>
              <w:t>diameter</w:t>
            </w:r>
            <w:r>
              <w:rPr>
                <w:rFonts w:ascii="Century Gothic" w:hAnsi="Century Gothic"/>
              </w:rPr>
              <w:t>.</w:t>
            </w:r>
          </w:p>
          <w:p w14:paraId="683B8A61" w14:textId="5FC7ACCE" w:rsidR="000740DB" w:rsidRPr="005D37DE" w:rsidRDefault="00DC7338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1879A1A9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178809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77777777" w:rsidR="00F35C69" w:rsidRDefault="00F35C69" w:rsidP="00F35C69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16.5pt;margin-top:14.1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" filled="f" stroked="f" strokeweight=".5pt">
                      <v:textbox>
                        <w:txbxContent>
                          <w:p w14:paraId="2C380A38" w14:textId="77777777" w:rsidR="00F35C69" w:rsidRDefault="00F35C69" w:rsidP="00F35C69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36B8770" w14:textId="77D2A501" w:rsidR="00A5698F" w:rsidRPr="00F35C69" w:rsidRDefault="00A5698F" w:rsidP="00F35C69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35867634" w14:textId="26E6B019" w:rsidR="00C6765F" w:rsidRPr="00F35C69" w:rsidRDefault="00E3638E" w:rsidP="00F35C69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</m:t>
                </m:r>
                <m:r>
                  <w:rPr>
                    <w:rFonts w:ascii="Cambria Math" w:eastAsiaTheme="minorEastAsia" w:hAnsi="Cambria Math" w:cs="Tahoma"/>
                  </w:rPr>
                  <m:t>-</m:t>
                </m:r>
                <m:r>
                  <w:rPr>
                    <w:rFonts w:ascii="Cambria Math" w:eastAsiaTheme="minorEastAsia" w:hAnsi="Cambria Math" w:cs="Tahoma"/>
                  </w:rPr>
                  <m:t>5)(x-4)</m:t>
                </m:r>
              </m:oMath>
            </m:oMathPara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07B3F8BD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3619CF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64AE62D7" w:rsidR="00C6765F" w:rsidRPr="009F6C6A" w:rsidRDefault="00977AE3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1DA1988" wp14:editId="6E6559BF">
                  <wp:extent cx="1626870" cy="6534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1E6DABCF" w:rsidR="00525119" w:rsidRDefault="002D02A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597EBBE7">
            <wp:simplePos x="0" y="0"/>
            <wp:positionH relativeFrom="column">
              <wp:posOffset>6054090</wp:posOffset>
            </wp:positionH>
            <wp:positionV relativeFrom="paragraph">
              <wp:posOffset>3858223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24.</w:t>
      </w:r>
      <w:r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31D9CA01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68206635" w:rsidR="00611673" w:rsidRDefault="00611673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2D02A2" w:rsidRPr="000A63AF" w14:paraId="0690D92E" w14:textId="77777777" w:rsidTr="00E35066">
        <w:trPr>
          <w:trHeight w:val="2112"/>
        </w:trPr>
        <w:tc>
          <w:tcPr>
            <w:tcW w:w="421" w:type="dxa"/>
            <w:tcBorders>
              <w:right w:val="nil"/>
            </w:tcBorders>
          </w:tcPr>
          <w:p w14:paraId="26C8F38C" w14:textId="77777777" w:rsidR="002D02A2" w:rsidRPr="00C240D5" w:rsidRDefault="002D02A2" w:rsidP="002D02A2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06340825" w14:textId="77777777" w:rsidR="002D02A2" w:rsidRPr="00BF0512" w:rsidRDefault="002D02A2" w:rsidP="002D02A2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Red and yellow counters are shared in the ratio</w:t>
            </w:r>
            <w:r w:rsidRPr="00BF0512">
              <w:rPr>
                <w:rFonts w:ascii="Century Gothic" w:hAnsi="Century Gothic" w:cs="Tahoma"/>
              </w:rPr>
              <w:t xml:space="preserve"> 2:</w:t>
            </w:r>
            <w:r>
              <w:rPr>
                <w:rFonts w:ascii="Century Gothic" w:hAnsi="Century Gothic" w:cs="Tahoma"/>
              </w:rPr>
              <w:t>3.  There are 8 more yellow counters than red counters.  How many red counters are there?</w:t>
            </w:r>
          </w:p>
        </w:tc>
        <w:tc>
          <w:tcPr>
            <w:tcW w:w="567" w:type="dxa"/>
            <w:tcBorders>
              <w:right w:val="nil"/>
            </w:tcBorders>
          </w:tcPr>
          <w:p w14:paraId="15293575" w14:textId="77777777" w:rsidR="002D02A2" w:rsidRPr="005D37DE" w:rsidRDefault="002D02A2" w:rsidP="002D02A2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8F47DF4" w14:textId="77777777" w:rsidR="002D02A2" w:rsidRPr="00450EB5" w:rsidRDefault="002D02A2" w:rsidP="002D02A2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450EB5">
              <w:rPr>
                <w:rFonts w:ascii="Century Gothic" w:hAnsi="Century Gothic" w:cs="Tahoma"/>
              </w:rPr>
              <w:t>A sponge has mass 150g and a volume of 675cm</w:t>
            </w:r>
            <w:r w:rsidRPr="00450EB5">
              <w:rPr>
                <w:rFonts w:ascii="Century Gothic" w:hAnsi="Century Gothic" w:cs="Tahoma"/>
                <w:vertAlign w:val="superscript"/>
              </w:rPr>
              <w:t>3</w:t>
            </w:r>
            <w:r w:rsidRPr="00450EB5">
              <w:rPr>
                <w:rFonts w:ascii="Century Gothic" w:hAnsi="Century Gothic" w:cs="Tahoma"/>
              </w:rPr>
              <w:t>.  What is its density?</w:t>
            </w:r>
          </w:p>
        </w:tc>
      </w:tr>
      <w:tr w:rsidR="002D02A2" w:rsidRPr="00C240D5" w14:paraId="1E93725D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DE85D86" w14:textId="77777777" w:rsidR="002D02A2" w:rsidRPr="00C240D5" w:rsidRDefault="002D02A2" w:rsidP="002D02A2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5658D723" w14:textId="77777777" w:rsidR="002D02A2" w:rsidRDefault="002D02A2" w:rsidP="002D02A2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383A0AF" wp14:editId="5BB83296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610235</wp:posOffset>
                      </wp:positionV>
                      <wp:extent cx="833120" cy="6985"/>
                      <wp:effectExtent l="0" t="0" r="17780" b="18415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312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93164B" id="Straight Connector 36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9pt,48.05pt" to="222.5pt,4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" strokecolor="#4579b8 [3044]"/>
                  </w:pict>
                </mc:Fallback>
              </mc:AlternateContent>
            </w: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799C9A" wp14:editId="0879A04F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47E853" id="Oval 37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" filled="f" strokecolor="#243f60 [1604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circumference of 22cm.</w:t>
            </w:r>
          </w:p>
          <w:p w14:paraId="2942447D" w14:textId="77777777" w:rsidR="002D02A2" w:rsidRPr="005D37DE" w:rsidRDefault="002D02A2" w:rsidP="002D02A2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diameter.</w:t>
            </w:r>
          </w:p>
          <w:p w14:paraId="6E4A4307" w14:textId="77777777" w:rsidR="002D02A2" w:rsidRPr="005D37DE" w:rsidRDefault="002D02A2" w:rsidP="002D02A2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D079A71" wp14:editId="67BCAD2D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178809</wp:posOffset>
                      </wp:positionV>
                      <wp:extent cx="504190" cy="233045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63CD55" w14:textId="77777777" w:rsidR="002D02A2" w:rsidRDefault="002D02A2" w:rsidP="002D02A2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79A71" id="Text Box 38" o:spid="_x0000_s1027" type="#_x0000_t202" style="position:absolute;margin-left:116.5pt;margin-top:14.1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" filled="f" stroked="f" strokeweight=".5pt">
                      <v:textbox>
                        <w:txbxContent>
                          <w:p w14:paraId="0363CD55" w14:textId="77777777" w:rsidR="002D02A2" w:rsidRDefault="002D02A2" w:rsidP="002D02A2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31FA58A8" w14:textId="77777777" w:rsidR="002D02A2" w:rsidRPr="005D37DE" w:rsidRDefault="002D02A2" w:rsidP="002D02A2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C27FB45" w14:textId="77777777" w:rsidR="002D02A2" w:rsidRPr="00F35C69" w:rsidRDefault="002D02A2" w:rsidP="002D02A2">
            <w:pPr>
              <w:spacing w:before="120"/>
              <w:rPr>
                <w:rFonts w:ascii="Century Gothic" w:hAnsi="Century Gothic" w:cs="Tahoma"/>
              </w:rPr>
            </w:pPr>
            <w:r w:rsidRPr="00F35C69">
              <w:rPr>
                <w:rFonts w:ascii="Century Gothic" w:hAnsi="Century Gothic" w:cs="Tahoma"/>
              </w:rPr>
              <w:t>Expand and simplify:</w:t>
            </w:r>
          </w:p>
          <w:p w14:paraId="54DF88E4" w14:textId="77777777" w:rsidR="002D02A2" w:rsidRPr="00F35C69" w:rsidRDefault="002D02A2" w:rsidP="002D02A2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(x-5)(x-4)</m:t>
                </m:r>
              </m:oMath>
            </m:oMathPara>
          </w:p>
        </w:tc>
      </w:tr>
      <w:tr w:rsidR="002D02A2" w:rsidRPr="00C240D5" w14:paraId="5208C359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199723F8" w14:textId="77777777" w:rsidR="002D02A2" w:rsidRPr="00C240D5" w:rsidRDefault="002D02A2" w:rsidP="002D02A2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64B8DD3" w14:textId="77777777" w:rsidR="002D02A2" w:rsidRDefault="002D02A2" w:rsidP="002D02A2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2B8CC25A" w14:textId="77777777" w:rsidR="002D02A2" w:rsidRPr="009F6C6A" w:rsidRDefault="002D02A2" w:rsidP="002D02A2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C4C862B" wp14:editId="2EC3EBE6">
                  <wp:extent cx="1626870" cy="65341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3B0034" w14:textId="77777777" w:rsidR="002D02A2" w:rsidRDefault="002D02A2" w:rsidP="002D02A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2D3DACF3" wp14:editId="3220AA50">
            <wp:simplePos x="0" y="0"/>
            <wp:positionH relativeFrom="column">
              <wp:posOffset>6054090</wp:posOffset>
            </wp:positionH>
            <wp:positionV relativeFrom="paragraph">
              <wp:posOffset>3858223</wp:posOffset>
            </wp:positionV>
            <wp:extent cx="572135" cy="401320"/>
            <wp:effectExtent l="0" t="0" r="0" b="508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2A329635" wp14:editId="71B92C3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1" name="Picture 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67E3412E" wp14:editId="144868E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2" name="Picture 4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24.3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77A4C"/>
    <w:rsid w:val="000A43CA"/>
    <w:rsid w:val="000A63AF"/>
    <w:rsid w:val="000E162B"/>
    <w:rsid w:val="00105331"/>
    <w:rsid w:val="00125C71"/>
    <w:rsid w:val="001826A9"/>
    <w:rsid w:val="0020147F"/>
    <w:rsid w:val="00213C21"/>
    <w:rsid w:val="00242309"/>
    <w:rsid w:val="00247FD4"/>
    <w:rsid w:val="002A3B06"/>
    <w:rsid w:val="002C5377"/>
    <w:rsid w:val="002D02A2"/>
    <w:rsid w:val="002D5D86"/>
    <w:rsid w:val="00333535"/>
    <w:rsid w:val="003619CF"/>
    <w:rsid w:val="003F51D8"/>
    <w:rsid w:val="004008D8"/>
    <w:rsid w:val="00406B36"/>
    <w:rsid w:val="00450EB5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6B29CA"/>
    <w:rsid w:val="00705472"/>
    <w:rsid w:val="00731BAE"/>
    <w:rsid w:val="00734D85"/>
    <w:rsid w:val="007B4226"/>
    <w:rsid w:val="007E2C1A"/>
    <w:rsid w:val="0090117B"/>
    <w:rsid w:val="0090585D"/>
    <w:rsid w:val="00950AD6"/>
    <w:rsid w:val="00977AE3"/>
    <w:rsid w:val="0099142F"/>
    <w:rsid w:val="009A72D8"/>
    <w:rsid w:val="009F6C6A"/>
    <w:rsid w:val="00A5698F"/>
    <w:rsid w:val="00A77AC6"/>
    <w:rsid w:val="00AD3C1A"/>
    <w:rsid w:val="00B2447F"/>
    <w:rsid w:val="00B40DC9"/>
    <w:rsid w:val="00BE7AC9"/>
    <w:rsid w:val="00BF0512"/>
    <w:rsid w:val="00C240D5"/>
    <w:rsid w:val="00C41860"/>
    <w:rsid w:val="00C55B29"/>
    <w:rsid w:val="00C6765F"/>
    <w:rsid w:val="00CB5587"/>
    <w:rsid w:val="00D253BC"/>
    <w:rsid w:val="00D51195"/>
    <w:rsid w:val="00D723BE"/>
    <w:rsid w:val="00DB511B"/>
    <w:rsid w:val="00DC16B5"/>
    <w:rsid w:val="00DC7338"/>
    <w:rsid w:val="00DD6ED1"/>
    <w:rsid w:val="00E20822"/>
    <w:rsid w:val="00E3638E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3</cp:revision>
  <cp:lastPrinted>2019-03-25T16:41:00Z</cp:lastPrinted>
  <dcterms:created xsi:type="dcterms:W3CDTF">2019-03-25T16:39:00Z</dcterms:created>
  <dcterms:modified xsi:type="dcterms:W3CDTF">2019-03-25T16:41:00Z</dcterms:modified>
</cp:coreProperties>
</file>